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A56376" w:rsidRDefault="00A56376" w:rsidP="00A56376">
      <w:pPr>
        <w:jc w:val="center"/>
        <w:rPr>
          <w:sz w:val="22"/>
          <w:szCs w:val="22"/>
        </w:rPr>
      </w:pP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914400</wp:posOffset>
                </wp:positionH>
                <wp:positionV relativeFrom="paragraph">
                  <wp:posOffset>478790</wp:posOffset>
                </wp:positionV>
                <wp:extent cx="1295400" cy="6286500"/>
                <wp:effectExtent l="9525" t="28575" r="57150" b="9525"/>
                <wp:wrapNone/>
                <wp:docPr id="16" name="Straight Connector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295400" cy="62865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16" o:spid="_x0000_s1026" style="position:absolute;flip:y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in,37.7pt" to="174pt,53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">
                <v:stroke endarrow="block"/>
              </v:line>
            </w:pict>
          </mc:Fallback>
        </mc:AlternateContent>
      </w: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-152400</wp:posOffset>
                </wp:positionH>
                <wp:positionV relativeFrom="paragraph">
                  <wp:posOffset>5050790</wp:posOffset>
                </wp:positionV>
                <wp:extent cx="1447800" cy="2400300"/>
                <wp:effectExtent l="9525" t="38100" r="57150" b="9525"/>
                <wp:wrapNone/>
                <wp:docPr id="15" name="Straight Connector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447800" cy="24003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15" o:spid="_x0000_s1026" style="position:absolute;flip:y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2pt,397.7pt" to="102pt,58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">
                <v:stroke endarrow="block"/>
              </v:line>
            </w:pict>
          </mc:Fallback>
        </mc:AlternateContent>
      </w: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990600</wp:posOffset>
                </wp:positionH>
                <wp:positionV relativeFrom="paragraph">
                  <wp:posOffset>4250690</wp:posOffset>
                </wp:positionV>
                <wp:extent cx="1600200" cy="3657600"/>
                <wp:effectExtent l="9525" t="38100" r="57150" b="9525"/>
                <wp:wrapNone/>
                <wp:docPr id="14" name="Straight Connector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600200" cy="3657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14" o:spid="_x0000_s1026" style="position:absolute;flip:y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8pt,334.7pt" to="204pt,62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">
                <v:stroke endarrow="block"/>
              </v:line>
            </w:pict>
          </mc:Fallback>
        </mc:AlternateContent>
      </w: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2971800</wp:posOffset>
                </wp:positionH>
                <wp:positionV relativeFrom="paragraph">
                  <wp:posOffset>4593590</wp:posOffset>
                </wp:positionV>
                <wp:extent cx="1524000" cy="2171700"/>
                <wp:effectExtent l="57150" t="47625" r="9525" b="9525"/>
                <wp:wrapNone/>
                <wp:docPr id="13" name="Straight Connector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1524000" cy="21717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13" o:spid="_x0000_s1026" style="position:absolute;flip:x y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4pt,361.7pt" to="354pt,53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">
                <v:stroke endarrow="block"/>
              </v:line>
            </w:pict>
          </mc:Fallback>
        </mc:AlternateContent>
      </w: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2743200</wp:posOffset>
                </wp:positionH>
                <wp:positionV relativeFrom="paragraph">
                  <wp:posOffset>2879090</wp:posOffset>
                </wp:positionV>
                <wp:extent cx="0" cy="2514600"/>
                <wp:effectExtent l="57150" t="19050" r="57150" b="9525"/>
                <wp:wrapNone/>
                <wp:docPr id="12" name="Straight Connector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2514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12" o:spid="_x0000_s1026" style="position:absolute;flip:y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in,226.7pt" to="3in,42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">
                <v:stroke endarrow="block"/>
              </v:line>
            </w:pict>
          </mc:Fallback>
        </mc:AlternateContent>
      </w: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2895600</wp:posOffset>
                </wp:positionH>
                <wp:positionV relativeFrom="paragraph">
                  <wp:posOffset>1507490</wp:posOffset>
                </wp:positionV>
                <wp:extent cx="1600200" cy="4572000"/>
                <wp:effectExtent l="57150" t="38100" r="9525" b="9525"/>
                <wp:wrapNone/>
                <wp:docPr id="11" name="Straight Connector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1600200" cy="45720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11" o:spid="_x0000_s1026" style="position:absolute;flip:x y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8pt,118.7pt" to="354pt,47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">
                <v:stroke endarrow="block"/>
              </v:line>
            </w:pict>
          </mc:Fallback>
        </mc:AlternateContent>
      </w: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-152400</wp:posOffset>
                </wp:positionH>
                <wp:positionV relativeFrom="paragraph">
                  <wp:posOffset>1050290</wp:posOffset>
                </wp:positionV>
                <wp:extent cx="1066800" cy="5029200"/>
                <wp:effectExtent l="9525" t="28575" r="57150" b="9525"/>
                <wp:wrapNone/>
                <wp:docPr id="10" name="Straight Connector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066800" cy="50292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10" o:spid="_x0000_s1026" style="position:absolute;flip:y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2pt,82.7pt" to="1in,47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">
                <v:stroke endarrow="block"/>
              </v:line>
            </w:pict>
          </mc:Fallback>
        </mc:AlternateContent>
      </w: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-457200</wp:posOffset>
                </wp:positionH>
                <wp:positionV relativeFrom="paragraph">
                  <wp:posOffset>7908290</wp:posOffset>
                </wp:positionV>
                <wp:extent cx="3200400" cy="457200"/>
                <wp:effectExtent l="9525" t="9525" r="9525" b="9525"/>
                <wp:wrapNone/>
                <wp:docPr id="9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004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56376" w:rsidRPr="00765248" w:rsidRDefault="00A56376" w:rsidP="00A56376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Release date: In what year (or date) did this happen?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left:0;text-align:left;margin-left:-36pt;margin-top:622.7pt;width:252pt;height:36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">
                <v:textbox>
                  <w:txbxContent>
                    <w:p w:rsidR="00A56376" w:rsidRPr="00765248" w:rsidRDefault="00A56376" w:rsidP="00A56376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 xml:space="preserve">Release date: </w:t>
                      </w:r>
                      <w:r>
                        <w:rPr>
                          <w:sz w:val="20"/>
                          <w:szCs w:val="20"/>
                        </w:rPr>
                        <w:t>In what year (or date) did this happen?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-457200</wp:posOffset>
                </wp:positionH>
                <wp:positionV relativeFrom="paragraph">
                  <wp:posOffset>7451090</wp:posOffset>
                </wp:positionV>
                <wp:extent cx="3200400" cy="342900"/>
                <wp:effectExtent l="9525" t="9525" r="9525" b="9525"/>
                <wp:wrapNone/>
                <wp:docPr id="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004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56376" w:rsidRPr="00765248" w:rsidRDefault="00A56376" w:rsidP="00A56376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Rating: What would you rate your event?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" o:spid="_x0000_s1027" type="#_x0000_t202" style="position:absolute;left:0;text-align:left;margin-left:-36pt;margin-top:586.7pt;width:252pt;height:2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">
                <v:textbox>
                  <w:txbxContent>
                    <w:p w:rsidR="00A56376" w:rsidRPr="00765248" w:rsidRDefault="00A56376" w:rsidP="00A56376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 xml:space="preserve">Rating: What would you rate your </w:t>
                      </w:r>
                      <w:r>
                        <w:rPr>
                          <w:sz w:val="20"/>
                          <w:szCs w:val="20"/>
                        </w:rPr>
                        <w:t>event</w:t>
                      </w:r>
                      <w:r>
                        <w:rPr>
                          <w:sz w:val="20"/>
                          <w:szCs w:val="20"/>
                        </w:rPr>
                        <w:t>?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-457200</wp:posOffset>
                </wp:positionH>
                <wp:positionV relativeFrom="paragraph">
                  <wp:posOffset>6765290</wp:posOffset>
                </wp:positionV>
                <wp:extent cx="3200400" cy="571500"/>
                <wp:effectExtent l="9525" t="9525" r="9525" b="9525"/>
                <wp:wrapNone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00400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56376" w:rsidRPr="00765248" w:rsidRDefault="00A56376" w:rsidP="00A56376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Acting credits: Who is involved in the case?  Or who is associated with the event?  In a real movie poster, this may include director, stars, co-stars, etc.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" o:spid="_x0000_s1028" type="#_x0000_t202" style="position:absolute;left:0;text-align:left;margin-left:-36pt;margin-top:532.7pt;width:252pt;height:4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">
                <v:textbox>
                  <w:txbxContent>
                    <w:p w:rsidR="00A56376" w:rsidRPr="00765248" w:rsidRDefault="00A56376" w:rsidP="00A56376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 xml:space="preserve">Acting credits: Who is involved in the </w:t>
                      </w:r>
                      <w:r>
                        <w:rPr>
                          <w:sz w:val="20"/>
                          <w:szCs w:val="20"/>
                        </w:rPr>
                        <w:t>case</w:t>
                      </w:r>
                      <w:r>
                        <w:rPr>
                          <w:sz w:val="20"/>
                          <w:szCs w:val="20"/>
                        </w:rPr>
                        <w:t xml:space="preserve">?  Or who is associated </w:t>
                      </w:r>
                      <w:r>
                        <w:rPr>
                          <w:sz w:val="20"/>
                          <w:szCs w:val="20"/>
                        </w:rPr>
                        <w:t>with the event</w:t>
                      </w:r>
                      <w:r>
                        <w:rPr>
                          <w:sz w:val="20"/>
                          <w:szCs w:val="20"/>
                        </w:rPr>
                        <w:t>?  In a real movie poster, this may include director, stars, co-stars, etc.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2895600</wp:posOffset>
                </wp:positionH>
                <wp:positionV relativeFrom="paragraph">
                  <wp:posOffset>6765290</wp:posOffset>
                </wp:positionV>
                <wp:extent cx="3200400" cy="914400"/>
                <wp:effectExtent l="9525" t="9525" r="9525" b="9525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0040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56376" w:rsidRPr="00DA64F8" w:rsidRDefault="00A56376" w:rsidP="00A56376">
                            <w:pPr>
                              <w:rPr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DA64F8">
                              <w:rPr>
                                <w:color w:val="000000"/>
                                <w:sz w:val="20"/>
                                <w:szCs w:val="20"/>
                              </w:rPr>
                              <w:t xml:space="preserve">Production credits: </w:t>
                            </w:r>
                            <w:r w:rsidRPr="00DA64F8">
                              <w:rPr>
                                <w:rStyle w:val="tiny"/>
                                <w:color w:val="000000"/>
                                <w:sz w:val="20"/>
                                <w:szCs w:val="20"/>
                              </w:rPr>
                              <w:t>Movies typically have directors, co-directors, producers, executive producers,</w:t>
                            </w:r>
                            <w:r w:rsidRPr="00DA64F8">
                              <w:rPr>
                                <w:color w:val="000000"/>
                                <w:sz w:val="20"/>
                                <w:szCs w:val="20"/>
                              </w:rPr>
                              <w:br/>
                            </w:r>
                            <w:r w:rsidRPr="00DA64F8">
                              <w:rPr>
                                <w:rStyle w:val="tiny"/>
                                <w:color w:val="000000"/>
                                <w:sz w:val="20"/>
                                <w:szCs w:val="20"/>
                              </w:rPr>
                              <w:t>writers, screenplay writers, studios, distributors, soundtracks, music, editors, copyrights, websites,</w:t>
                            </w:r>
                            <w:r w:rsidRPr="00DA64F8">
                              <w:rPr>
                                <w:color w:val="000000"/>
                                <w:sz w:val="20"/>
                                <w:szCs w:val="20"/>
                              </w:rPr>
                              <w:br/>
                            </w:r>
                            <w:r w:rsidRPr="00DA64F8">
                              <w:rPr>
                                <w:rStyle w:val="tiny"/>
                                <w:color w:val="000000"/>
                                <w:sz w:val="20"/>
                                <w:szCs w:val="20"/>
                              </w:rPr>
                              <w:t>and on and on. Have fun with it.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29" type="#_x0000_t202" style="position:absolute;left:0;text-align:left;margin-left:228pt;margin-top:532.7pt;width:252pt;height:1in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">
                <v:textbox>
                  <w:txbxContent>
                    <w:p w:rsidR="00A56376" w:rsidRPr="00DA64F8" w:rsidRDefault="00A56376" w:rsidP="00A56376">
                      <w:pPr>
                        <w:rPr>
                          <w:color w:val="000000"/>
                          <w:sz w:val="20"/>
                          <w:szCs w:val="20"/>
                        </w:rPr>
                      </w:pPr>
                      <w:r w:rsidRPr="00DA64F8">
                        <w:rPr>
                          <w:color w:val="000000"/>
                          <w:sz w:val="20"/>
                          <w:szCs w:val="20"/>
                        </w:rPr>
                        <w:t xml:space="preserve">Production credits: </w:t>
                      </w:r>
                      <w:r w:rsidRPr="00DA64F8">
                        <w:rPr>
                          <w:rStyle w:val="tiny"/>
                          <w:color w:val="000000"/>
                          <w:sz w:val="20"/>
                          <w:szCs w:val="20"/>
                        </w:rPr>
                        <w:t>Movies typically have directors, co-directors, producers, executive producers</w:t>
                      </w:r>
                      <w:proofErr w:type="gramStart"/>
                      <w:r w:rsidRPr="00DA64F8">
                        <w:rPr>
                          <w:rStyle w:val="tiny"/>
                          <w:color w:val="000000"/>
                          <w:sz w:val="20"/>
                          <w:szCs w:val="20"/>
                        </w:rPr>
                        <w:t>,</w:t>
                      </w:r>
                      <w:proofErr w:type="gramEnd"/>
                      <w:r w:rsidRPr="00DA64F8">
                        <w:rPr>
                          <w:color w:val="000000"/>
                          <w:sz w:val="20"/>
                          <w:szCs w:val="20"/>
                        </w:rPr>
                        <w:br/>
                      </w:r>
                      <w:r w:rsidRPr="00DA64F8">
                        <w:rPr>
                          <w:rStyle w:val="tiny"/>
                          <w:color w:val="000000"/>
                          <w:sz w:val="20"/>
                          <w:szCs w:val="20"/>
                        </w:rPr>
                        <w:t>writers, screenplay writers, studios, distributors, soundtracks, music, editors, copyrights, websites,</w:t>
                      </w:r>
                      <w:r w:rsidRPr="00DA64F8">
                        <w:rPr>
                          <w:color w:val="000000"/>
                          <w:sz w:val="20"/>
                          <w:szCs w:val="20"/>
                        </w:rPr>
                        <w:br/>
                      </w:r>
                      <w:r w:rsidRPr="00DA64F8">
                        <w:rPr>
                          <w:rStyle w:val="tiny"/>
                          <w:color w:val="000000"/>
                          <w:sz w:val="20"/>
                          <w:szCs w:val="20"/>
                        </w:rPr>
                        <w:t>and on and on. Have fun with it.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-457200</wp:posOffset>
                </wp:positionH>
                <wp:positionV relativeFrom="paragraph">
                  <wp:posOffset>6079490</wp:posOffset>
                </wp:positionV>
                <wp:extent cx="3200400" cy="571500"/>
                <wp:effectExtent l="9525" t="9525" r="9525" b="9525"/>
                <wp:wrapNone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00400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56376" w:rsidRPr="00765248" w:rsidRDefault="00A56376" w:rsidP="00A56376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 xml:space="preserve">Title: The title should be more than just the event or person.  It should reflect a theme or the significance of the event.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30" type="#_x0000_t202" style="position:absolute;left:0;text-align:left;margin-left:-36pt;margin-top:478.7pt;width:252pt;height: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">
                <v:textbox>
                  <w:txbxContent>
                    <w:p w:rsidR="00A56376" w:rsidRPr="00765248" w:rsidRDefault="00A56376" w:rsidP="00A56376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 xml:space="preserve">Title: </w:t>
                      </w:r>
                      <w:r>
                        <w:rPr>
                          <w:sz w:val="20"/>
                          <w:szCs w:val="20"/>
                        </w:rPr>
                        <w:t>The title should be more than just the event or person.  It should reflect a theme or the significance of the event.</w:t>
                      </w:r>
                      <w:r>
                        <w:rPr>
                          <w:sz w:val="20"/>
                          <w:szCs w:val="20"/>
                        </w:rPr>
                        <w:t xml:space="preserve"> 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2895600</wp:posOffset>
                </wp:positionH>
                <wp:positionV relativeFrom="paragraph">
                  <wp:posOffset>6079490</wp:posOffset>
                </wp:positionV>
                <wp:extent cx="3200400" cy="571500"/>
                <wp:effectExtent l="9525" t="9525" r="9525" b="9525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00400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56376" w:rsidRPr="00765248" w:rsidRDefault="00A56376" w:rsidP="00A56376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Tagline: This is a follow-up line to the title.  It can clarify, add-on, or raise interest to the event.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31" type="#_x0000_t202" style="position:absolute;left:0;text-align:left;margin-left:228pt;margin-top:478.7pt;width:252pt;height:4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">
                <v:textbox>
                  <w:txbxContent>
                    <w:p w:rsidR="00A56376" w:rsidRPr="00765248" w:rsidRDefault="00A56376" w:rsidP="00A56376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Tagline: This is a follow-up line to the title.  It can clarif</w:t>
                      </w:r>
                      <w:r>
                        <w:rPr>
                          <w:sz w:val="20"/>
                          <w:szCs w:val="20"/>
                        </w:rPr>
                        <w:t>y, add-on, or raise interest to the event.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685800</wp:posOffset>
                </wp:positionH>
                <wp:positionV relativeFrom="paragraph">
                  <wp:posOffset>5393690</wp:posOffset>
                </wp:positionV>
                <wp:extent cx="4191000" cy="571500"/>
                <wp:effectExtent l="9525" t="9525" r="9525" b="9525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91000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56376" w:rsidRPr="00765248" w:rsidRDefault="00A56376" w:rsidP="00A56376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 xml:space="preserve">Picture: Choose a representative picture for the person/event that you will be focusing on.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32" type="#_x0000_t202" style="position:absolute;left:0;text-align:left;margin-left:54pt;margin-top:424.7pt;width:330pt;height:4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">
                <v:textbox>
                  <w:txbxContent>
                    <w:p w:rsidR="00A56376" w:rsidRPr="00765248" w:rsidRDefault="00A56376" w:rsidP="00A56376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 xml:space="preserve">Picture: </w:t>
                      </w:r>
                      <w:r>
                        <w:rPr>
                          <w:sz w:val="20"/>
                          <w:szCs w:val="20"/>
                        </w:rPr>
                        <w:t>Choose a representative picture for the person/event that you will be focusing on.</w:t>
                      </w:r>
                      <w:r>
                        <w:rPr>
                          <w:sz w:val="20"/>
                          <w:szCs w:val="20"/>
                        </w:rPr>
                        <w:t xml:space="preserve"> 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2"/>
          <w:szCs w:val="22"/>
        </w:rPr>
        <w:drawing>
          <wp:inline distT="0" distB="0" distL="0" distR="0">
            <wp:extent cx="4251366" cy="5314208"/>
            <wp:effectExtent l="0" t="0" r="0" b="1270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ing Poster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47958" cy="53099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56376" w:rsidRDefault="00A56376" w:rsidP="00A56376">
      <w:pPr>
        <w:jc w:val="center"/>
        <w:rPr>
          <w:sz w:val="22"/>
          <w:szCs w:val="22"/>
        </w:rPr>
      </w:pPr>
    </w:p>
    <w:p w:rsidR="00A56376" w:rsidRDefault="00A56376" w:rsidP="00A56376">
      <w:pPr>
        <w:jc w:val="center"/>
        <w:rPr>
          <w:sz w:val="22"/>
          <w:szCs w:val="22"/>
        </w:rPr>
      </w:pPr>
    </w:p>
    <w:p w:rsidR="00A56376" w:rsidRDefault="00A56376" w:rsidP="00A56376">
      <w:pPr>
        <w:jc w:val="center"/>
        <w:rPr>
          <w:sz w:val="22"/>
          <w:szCs w:val="22"/>
        </w:rPr>
      </w:pPr>
    </w:p>
    <w:p w:rsidR="00A56376" w:rsidRDefault="00A56376" w:rsidP="00A56376">
      <w:pPr>
        <w:jc w:val="center"/>
        <w:rPr>
          <w:sz w:val="22"/>
          <w:szCs w:val="22"/>
        </w:rPr>
      </w:pPr>
    </w:p>
    <w:p w:rsidR="00A56376" w:rsidRDefault="00A56376" w:rsidP="00A56376">
      <w:pPr>
        <w:jc w:val="center"/>
        <w:rPr>
          <w:sz w:val="22"/>
          <w:szCs w:val="22"/>
        </w:rPr>
      </w:pPr>
    </w:p>
    <w:p w:rsidR="00A56376" w:rsidRDefault="00A56376" w:rsidP="00A56376">
      <w:pPr>
        <w:jc w:val="center"/>
        <w:rPr>
          <w:sz w:val="22"/>
          <w:szCs w:val="22"/>
        </w:rPr>
      </w:pPr>
    </w:p>
    <w:p w:rsidR="00A56376" w:rsidRDefault="00A56376" w:rsidP="00A56376">
      <w:pPr>
        <w:jc w:val="center"/>
        <w:rPr>
          <w:sz w:val="22"/>
          <w:szCs w:val="22"/>
        </w:rPr>
      </w:pPr>
    </w:p>
    <w:p w:rsidR="00A56376" w:rsidRDefault="00A56376" w:rsidP="00A56376">
      <w:pPr>
        <w:jc w:val="center"/>
        <w:rPr>
          <w:sz w:val="22"/>
          <w:szCs w:val="22"/>
        </w:rPr>
      </w:pPr>
    </w:p>
    <w:p w:rsidR="00A56376" w:rsidRDefault="00A56376" w:rsidP="00A56376">
      <w:pPr>
        <w:jc w:val="center"/>
        <w:rPr>
          <w:sz w:val="22"/>
          <w:szCs w:val="22"/>
        </w:rPr>
      </w:pPr>
    </w:p>
    <w:p w:rsidR="00A56376" w:rsidRDefault="00A56376" w:rsidP="00A56376">
      <w:pPr>
        <w:jc w:val="center"/>
        <w:rPr>
          <w:sz w:val="22"/>
          <w:szCs w:val="22"/>
        </w:rPr>
      </w:pPr>
    </w:p>
    <w:p w:rsidR="00A56376" w:rsidRDefault="00A56376" w:rsidP="00A56376">
      <w:pPr>
        <w:jc w:val="center"/>
        <w:rPr>
          <w:sz w:val="22"/>
          <w:szCs w:val="22"/>
        </w:rPr>
      </w:pPr>
    </w:p>
    <w:p w:rsidR="00A56376" w:rsidRDefault="00A56376" w:rsidP="00A56376">
      <w:pPr>
        <w:jc w:val="center"/>
        <w:rPr>
          <w:sz w:val="22"/>
          <w:szCs w:val="22"/>
        </w:rPr>
      </w:pPr>
    </w:p>
    <w:p w:rsidR="00A56376" w:rsidRDefault="00A56376" w:rsidP="00A56376">
      <w:pPr>
        <w:jc w:val="center"/>
        <w:rPr>
          <w:sz w:val="22"/>
          <w:szCs w:val="22"/>
        </w:rPr>
      </w:pPr>
    </w:p>
    <w:p w:rsidR="00A56376" w:rsidRDefault="00A56376" w:rsidP="00A56376">
      <w:pPr>
        <w:jc w:val="center"/>
        <w:rPr>
          <w:sz w:val="22"/>
          <w:szCs w:val="22"/>
        </w:rPr>
      </w:pPr>
    </w:p>
    <w:p w:rsidR="00A56376" w:rsidRDefault="00A56376" w:rsidP="00A56376">
      <w:pPr>
        <w:jc w:val="center"/>
        <w:rPr>
          <w:sz w:val="22"/>
          <w:szCs w:val="22"/>
        </w:rPr>
      </w:pPr>
    </w:p>
    <w:p w:rsidR="00A56376" w:rsidRDefault="00A56376" w:rsidP="00A56376">
      <w:pPr>
        <w:jc w:val="center"/>
        <w:rPr>
          <w:sz w:val="22"/>
          <w:szCs w:val="22"/>
        </w:rPr>
      </w:pPr>
    </w:p>
    <w:p w:rsidR="00A56376" w:rsidRDefault="00A56376" w:rsidP="00A56376">
      <w:pPr>
        <w:jc w:val="center"/>
        <w:rPr>
          <w:sz w:val="22"/>
          <w:szCs w:val="22"/>
        </w:rPr>
      </w:pPr>
    </w:p>
    <w:p w:rsidR="00A56376" w:rsidRDefault="00A56376" w:rsidP="00A56376">
      <w:pPr>
        <w:jc w:val="center"/>
        <w:rPr>
          <w:sz w:val="22"/>
          <w:szCs w:val="22"/>
        </w:rPr>
      </w:pPr>
    </w:p>
    <w:p w:rsidR="00A56376" w:rsidRDefault="00A56376" w:rsidP="00A56376">
      <w:pPr>
        <w:jc w:val="center"/>
        <w:rPr>
          <w:sz w:val="22"/>
          <w:szCs w:val="22"/>
        </w:rPr>
      </w:pPr>
      <w:r>
        <w:rPr>
          <w:sz w:val="22"/>
          <w:szCs w:val="22"/>
        </w:rPr>
        <w:lastRenderedPageBreak/>
        <w:t>Your plan: Use this outline as a planning board.</w:t>
      </w:r>
    </w:p>
    <w:p w:rsidR="00A56376" w:rsidRDefault="00A56376" w:rsidP="00A56376">
      <w:pPr>
        <w:jc w:val="center"/>
        <w:rPr>
          <w:sz w:val="22"/>
          <w:szCs w:val="22"/>
        </w:rPr>
      </w:pP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-152400</wp:posOffset>
                </wp:positionH>
                <wp:positionV relativeFrom="paragraph">
                  <wp:posOffset>46355</wp:posOffset>
                </wp:positionV>
                <wp:extent cx="5867400" cy="7404735"/>
                <wp:effectExtent l="9525" t="5715" r="9525" b="952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67400" cy="74047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56376" w:rsidRDefault="00A56376" w:rsidP="00A56376">
                            <w:pPr>
                              <w:jc w:val="center"/>
                            </w:pPr>
                            <w:r>
                              <w:t>ACTING CREDITS</w:t>
                            </w:r>
                          </w:p>
                          <w:p w:rsidR="00A56376" w:rsidRDefault="00A56376" w:rsidP="00A56376">
                            <w:pPr>
                              <w:jc w:val="center"/>
                            </w:pPr>
                          </w:p>
                          <w:p w:rsidR="00A56376" w:rsidRDefault="00A56376" w:rsidP="00A56376">
                            <w:pPr>
                              <w:jc w:val="center"/>
                            </w:pPr>
                          </w:p>
                          <w:p w:rsidR="00A56376" w:rsidRDefault="00A56376" w:rsidP="00A56376">
                            <w:pPr>
                              <w:jc w:val="center"/>
                            </w:pPr>
                          </w:p>
                          <w:p w:rsidR="00A56376" w:rsidRDefault="00A56376" w:rsidP="00A56376">
                            <w:pPr>
                              <w:jc w:val="center"/>
                            </w:pPr>
                            <w:r>
                              <w:t>TAGLINE 1 (Must have one tagline; you can do both.)</w:t>
                            </w:r>
                          </w:p>
                          <w:p w:rsidR="00A56376" w:rsidRDefault="00A56376" w:rsidP="00A56376">
                            <w:pPr>
                              <w:jc w:val="center"/>
                            </w:pPr>
                          </w:p>
                          <w:p w:rsidR="00A56376" w:rsidRDefault="00A56376" w:rsidP="00A56376">
                            <w:pPr>
                              <w:jc w:val="center"/>
                            </w:pPr>
                          </w:p>
                          <w:p w:rsidR="00A56376" w:rsidRDefault="00A56376" w:rsidP="00A56376">
                            <w:pPr>
                              <w:jc w:val="center"/>
                            </w:pPr>
                            <w:r>
                              <w:t>TITLE</w:t>
                            </w:r>
                          </w:p>
                          <w:p w:rsidR="00A56376" w:rsidRDefault="00A56376" w:rsidP="00A56376">
                            <w:pPr>
                              <w:jc w:val="center"/>
                            </w:pPr>
                          </w:p>
                          <w:p w:rsidR="00A56376" w:rsidRDefault="00A56376" w:rsidP="00A56376">
                            <w:pPr>
                              <w:jc w:val="center"/>
                            </w:pPr>
                          </w:p>
                          <w:p w:rsidR="00A56376" w:rsidRDefault="00A56376" w:rsidP="00A56376">
                            <w:pPr>
                              <w:jc w:val="center"/>
                            </w:pPr>
                            <w:r>
                              <w:t>TAGLINE 2</w:t>
                            </w:r>
                          </w:p>
                          <w:p w:rsidR="00A56376" w:rsidRDefault="00A56376" w:rsidP="00A56376">
                            <w:pPr>
                              <w:jc w:val="center"/>
                            </w:pPr>
                          </w:p>
                          <w:p w:rsidR="00A56376" w:rsidRDefault="00A56376" w:rsidP="00A56376">
                            <w:pPr>
                              <w:jc w:val="center"/>
                            </w:pPr>
                          </w:p>
                          <w:p w:rsidR="00A56376" w:rsidRDefault="00A56376" w:rsidP="00A56376">
                            <w:pPr>
                              <w:jc w:val="center"/>
                            </w:pPr>
                          </w:p>
                          <w:p w:rsidR="00A56376" w:rsidRDefault="00A56376" w:rsidP="00A56376">
                            <w:pPr>
                              <w:jc w:val="center"/>
                            </w:pPr>
                          </w:p>
                          <w:p w:rsidR="00A56376" w:rsidRDefault="00A56376" w:rsidP="00A56376">
                            <w:pPr>
                              <w:jc w:val="center"/>
                            </w:pPr>
                          </w:p>
                          <w:p w:rsidR="00A56376" w:rsidRDefault="00A56376" w:rsidP="00A56376">
                            <w:pPr>
                              <w:jc w:val="center"/>
                            </w:pPr>
                          </w:p>
                          <w:p w:rsidR="00A56376" w:rsidRDefault="00A56376" w:rsidP="00A56376"/>
                          <w:p w:rsidR="00A56376" w:rsidRDefault="00A56376" w:rsidP="00A56376">
                            <w:pPr>
                              <w:jc w:val="center"/>
                            </w:pPr>
                            <w:r>
                              <w:t>What will your picture be?</w:t>
                            </w:r>
                          </w:p>
                          <w:p w:rsidR="00A56376" w:rsidRDefault="00A56376" w:rsidP="00A56376">
                            <w:pPr>
                              <w:jc w:val="center"/>
                            </w:pPr>
                          </w:p>
                          <w:p w:rsidR="00A56376" w:rsidRDefault="00A56376" w:rsidP="00A56376">
                            <w:pPr>
                              <w:jc w:val="center"/>
                            </w:pPr>
                          </w:p>
                          <w:p w:rsidR="00A56376" w:rsidRDefault="00A56376" w:rsidP="00A56376">
                            <w:pPr>
                              <w:jc w:val="center"/>
                            </w:pPr>
                          </w:p>
                          <w:p w:rsidR="00A56376" w:rsidRDefault="00A56376" w:rsidP="00A56376">
                            <w:pPr>
                              <w:jc w:val="center"/>
                            </w:pPr>
                          </w:p>
                          <w:p w:rsidR="00A56376" w:rsidRDefault="00A56376" w:rsidP="00A56376">
                            <w:pPr>
                              <w:jc w:val="center"/>
                            </w:pPr>
                          </w:p>
                          <w:p w:rsidR="00A56376" w:rsidRDefault="00A56376" w:rsidP="00A56376">
                            <w:pPr>
                              <w:jc w:val="center"/>
                            </w:pPr>
                          </w:p>
                          <w:p w:rsidR="00A56376" w:rsidRDefault="00A56376" w:rsidP="00A56376">
                            <w:pPr>
                              <w:jc w:val="center"/>
                            </w:pPr>
                          </w:p>
                          <w:p w:rsidR="00A56376" w:rsidRDefault="00A56376" w:rsidP="00A56376">
                            <w:pPr>
                              <w:jc w:val="center"/>
                            </w:pPr>
                          </w:p>
                          <w:p w:rsidR="00A56376" w:rsidRDefault="00A56376" w:rsidP="00A56376">
                            <w:pPr>
                              <w:jc w:val="center"/>
                            </w:pPr>
                          </w:p>
                          <w:p w:rsidR="00A56376" w:rsidRDefault="00A56376" w:rsidP="00A56376">
                            <w:pPr>
                              <w:jc w:val="center"/>
                            </w:pPr>
                          </w:p>
                          <w:p w:rsidR="00A56376" w:rsidRDefault="00A56376" w:rsidP="00A56376">
                            <w:pPr>
                              <w:jc w:val="center"/>
                            </w:pPr>
                          </w:p>
                          <w:p w:rsidR="00A56376" w:rsidRDefault="00A56376" w:rsidP="00A56376">
                            <w:pPr>
                              <w:jc w:val="center"/>
                            </w:pPr>
                            <w:r>
                              <w:t>RELEASE DATE</w:t>
                            </w:r>
                          </w:p>
                          <w:p w:rsidR="00A56376" w:rsidRDefault="00A56376" w:rsidP="00A56376">
                            <w:pPr>
                              <w:jc w:val="center"/>
                            </w:pPr>
                          </w:p>
                          <w:p w:rsidR="00A56376" w:rsidRDefault="00A56376" w:rsidP="00A56376">
                            <w:pPr>
                              <w:jc w:val="center"/>
                            </w:pPr>
                            <w:r>
                              <w:t>PRODUCTION CREDITS</w:t>
                            </w:r>
                          </w:p>
                          <w:p w:rsidR="00A56376" w:rsidRDefault="00A56376" w:rsidP="00A56376">
                            <w:pPr>
                              <w:jc w:val="center"/>
                            </w:pPr>
                          </w:p>
                          <w:p w:rsidR="00A56376" w:rsidRDefault="00A56376" w:rsidP="00A56376">
                            <w:pPr>
                              <w:jc w:val="center"/>
                            </w:pPr>
                          </w:p>
                          <w:p w:rsidR="00A56376" w:rsidRDefault="00A56376" w:rsidP="00A56376">
                            <w:pPr>
                              <w:jc w:val="center"/>
                            </w:pPr>
                          </w:p>
                          <w:p w:rsidR="00A56376" w:rsidRDefault="00A56376" w:rsidP="00A56376">
                            <w:pPr>
                              <w:jc w:val="center"/>
                            </w:pPr>
                          </w:p>
                          <w:p w:rsidR="00A56376" w:rsidRDefault="00A56376" w:rsidP="00A56376">
                            <w:pPr>
                              <w:jc w:val="center"/>
                            </w:pPr>
                          </w:p>
                          <w:p w:rsidR="00A56376" w:rsidRDefault="00A56376" w:rsidP="00A56376">
                            <w:pPr>
                              <w:jc w:val="center"/>
                            </w:pPr>
                          </w:p>
                          <w:p w:rsidR="00A56376" w:rsidRDefault="00A56376" w:rsidP="00A56376">
                            <w:r>
                              <w:t>RATING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" o:spid="_x0000_s1033" type="#_x0000_t202" style="position:absolute;left:0;text-align:left;margin-left:-12pt;margin-top:3.65pt;width:462pt;height:583.0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">
                <v:textbox>
                  <w:txbxContent>
                    <w:p w:rsidR="00A56376" w:rsidRDefault="00A56376" w:rsidP="00A56376">
                      <w:pPr>
                        <w:jc w:val="center"/>
                      </w:pPr>
                      <w:r>
                        <w:t>ACTING CREDITS</w:t>
                      </w:r>
                    </w:p>
                    <w:p w:rsidR="00A56376" w:rsidRDefault="00A56376" w:rsidP="00A56376">
                      <w:pPr>
                        <w:jc w:val="center"/>
                      </w:pPr>
                    </w:p>
                    <w:p w:rsidR="00A56376" w:rsidRDefault="00A56376" w:rsidP="00A56376">
                      <w:pPr>
                        <w:jc w:val="center"/>
                      </w:pPr>
                    </w:p>
                    <w:p w:rsidR="00A56376" w:rsidRDefault="00A56376" w:rsidP="00A56376">
                      <w:pPr>
                        <w:jc w:val="center"/>
                      </w:pPr>
                    </w:p>
                    <w:p w:rsidR="00A56376" w:rsidRDefault="00A56376" w:rsidP="00A56376">
                      <w:pPr>
                        <w:jc w:val="center"/>
                      </w:pPr>
                      <w:r>
                        <w:t>TAGLINE 1 (Must have one tagline; you can do both.)</w:t>
                      </w:r>
                    </w:p>
                    <w:p w:rsidR="00A56376" w:rsidRDefault="00A56376" w:rsidP="00A56376">
                      <w:pPr>
                        <w:jc w:val="center"/>
                      </w:pPr>
                    </w:p>
                    <w:p w:rsidR="00A56376" w:rsidRDefault="00A56376" w:rsidP="00A56376">
                      <w:pPr>
                        <w:jc w:val="center"/>
                      </w:pPr>
                    </w:p>
                    <w:p w:rsidR="00A56376" w:rsidRDefault="00A56376" w:rsidP="00A56376">
                      <w:pPr>
                        <w:jc w:val="center"/>
                      </w:pPr>
                      <w:r>
                        <w:t>TITLE</w:t>
                      </w:r>
                    </w:p>
                    <w:p w:rsidR="00A56376" w:rsidRDefault="00A56376" w:rsidP="00A56376">
                      <w:pPr>
                        <w:jc w:val="center"/>
                      </w:pPr>
                    </w:p>
                    <w:p w:rsidR="00A56376" w:rsidRDefault="00A56376" w:rsidP="00A56376">
                      <w:pPr>
                        <w:jc w:val="center"/>
                      </w:pPr>
                    </w:p>
                    <w:p w:rsidR="00A56376" w:rsidRDefault="00A56376" w:rsidP="00A56376">
                      <w:pPr>
                        <w:jc w:val="center"/>
                      </w:pPr>
                      <w:r>
                        <w:t>TAGLINE 2</w:t>
                      </w:r>
                    </w:p>
                    <w:p w:rsidR="00A56376" w:rsidRDefault="00A56376" w:rsidP="00A56376">
                      <w:pPr>
                        <w:jc w:val="center"/>
                      </w:pPr>
                    </w:p>
                    <w:p w:rsidR="00A56376" w:rsidRDefault="00A56376" w:rsidP="00A56376">
                      <w:pPr>
                        <w:jc w:val="center"/>
                      </w:pPr>
                    </w:p>
                    <w:p w:rsidR="00A56376" w:rsidRDefault="00A56376" w:rsidP="00A56376">
                      <w:pPr>
                        <w:jc w:val="center"/>
                      </w:pPr>
                    </w:p>
                    <w:p w:rsidR="00A56376" w:rsidRDefault="00A56376" w:rsidP="00A56376">
                      <w:pPr>
                        <w:jc w:val="center"/>
                      </w:pPr>
                    </w:p>
                    <w:p w:rsidR="00A56376" w:rsidRDefault="00A56376" w:rsidP="00A56376">
                      <w:pPr>
                        <w:jc w:val="center"/>
                      </w:pPr>
                    </w:p>
                    <w:p w:rsidR="00A56376" w:rsidRDefault="00A56376" w:rsidP="00A56376">
                      <w:pPr>
                        <w:jc w:val="center"/>
                      </w:pPr>
                    </w:p>
                    <w:p w:rsidR="00A56376" w:rsidRDefault="00A56376" w:rsidP="00A56376"/>
                    <w:p w:rsidR="00A56376" w:rsidRDefault="00A56376" w:rsidP="00A56376">
                      <w:pPr>
                        <w:jc w:val="center"/>
                      </w:pPr>
                      <w:r>
                        <w:t>What will your picture be?</w:t>
                      </w:r>
                    </w:p>
                    <w:p w:rsidR="00A56376" w:rsidRDefault="00A56376" w:rsidP="00A56376">
                      <w:pPr>
                        <w:jc w:val="center"/>
                      </w:pPr>
                    </w:p>
                    <w:p w:rsidR="00A56376" w:rsidRDefault="00A56376" w:rsidP="00A56376">
                      <w:pPr>
                        <w:jc w:val="center"/>
                      </w:pPr>
                    </w:p>
                    <w:p w:rsidR="00A56376" w:rsidRDefault="00A56376" w:rsidP="00A56376">
                      <w:pPr>
                        <w:jc w:val="center"/>
                      </w:pPr>
                    </w:p>
                    <w:p w:rsidR="00A56376" w:rsidRDefault="00A56376" w:rsidP="00A56376">
                      <w:pPr>
                        <w:jc w:val="center"/>
                      </w:pPr>
                    </w:p>
                    <w:p w:rsidR="00A56376" w:rsidRDefault="00A56376" w:rsidP="00A56376">
                      <w:pPr>
                        <w:jc w:val="center"/>
                      </w:pPr>
                    </w:p>
                    <w:p w:rsidR="00A56376" w:rsidRDefault="00A56376" w:rsidP="00A56376">
                      <w:pPr>
                        <w:jc w:val="center"/>
                      </w:pPr>
                    </w:p>
                    <w:p w:rsidR="00A56376" w:rsidRDefault="00A56376" w:rsidP="00A56376">
                      <w:pPr>
                        <w:jc w:val="center"/>
                      </w:pPr>
                    </w:p>
                    <w:p w:rsidR="00A56376" w:rsidRDefault="00A56376" w:rsidP="00A56376">
                      <w:pPr>
                        <w:jc w:val="center"/>
                      </w:pPr>
                    </w:p>
                    <w:p w:rsidR="00A56376" w:rsidRDefault="00A56376" w:rsidP="00A56376">
                      <w:pPr>
                        <w:jc w:val="center"/>
                      </w:pPr>
                    </w:p>
                    <w:p w:rsidR="00A56376" w:rsidRDefault="00A56376" w:rsidP="00A56376">
                      <w:pPr>
                        <w:jc w:val="center"/>
                      </w:pPr>
                    </w:p>
                    <w:p w:rsidR="00A56376" w:rsidRDefault="00A56376" w:rsidP="00A56376">
                      <w:pPr>
                        <w:jc w:val="center"/>
                      </w:pPr>
                    </w:p>
                    <w:p w:rsidR="00A56376" w:rsidRDefault="00A56376" w:rsidP="00A56376">
                      <w:pPr>
                        <w:jc w:val="center"/>
                      </w:pPr>
                      <w:r>
                        <w:t>RELEASE DATE</w:t>
                      </w:r>
                    </w:p>
                    <w:p w:rsidR="00A56376" w:rsidRDefault="00A56376" w:rsidP="00A56376">
                      <w:pPr>
                        <w:jc w:val="center"/>
                      </w:pPr>
                    </w:p>
                    <w:p w:rsidR="00A56376" w:rsidRDefault="00A56376" w:rsidP="00A56376">
                      <w:pPr>
                        <w:jc w:val="center"/>
                      </w:pPr>
                      <w:r>
                        <w:t>PRODUCTION CREDITS</w:t>
                      </w:r>
                    </w:p>
                    <w:p w:rsidR="00A56376" w:rsidRDefault="00A56376" w:rsidP="00A56376">
                      <w:pPr>
                        <w:jc w:val="center"/>
                      </w:pPr>
                    </w:p>
                    <w:p w:rsidR="00A56376" w:rsidRDefault="00A56376" w:rsidP="00A56376">
                      <w:pPr>
                        <w:jc w:val="center"/>
                      </w:pPr>
                    </w:p>
                    <w:p w:rsidR="00A56376" w:rsidRDefault="00A56376" w:rsidP="00A56376">
                      <w:pPr>
                        <w:jc w:val="center"/>
                      </w:pPr>
                    </w:p>
                    <w:p w:rsidR="00A56376" w:rsidRDefault="00A56376" w:rsidP="00A56376">
                      <w:pPr>
                        <w:jc w:val="center"/>
                      </w:pPr>
                    </w:p>
                    <w:p w:rsidR="00A56376" w:rsidRDefault="00A56376" w:rsidP="00A56376">
                      <w:pPr>
                        <w:jc w:val="center"/>
                      </w:pPr>
                    </w:p>
                    <w:p w:rsidR="00A56376" w:rsidRDefault="00A56376" w:rsidP="00A56376">
                      <w:pPr>
                        <w:jc w:val="center"/>
                      </w:pPr>
                    </w:p>
                    <w:p w:rsidR="00A56376" w:rsidRDefault="00A56376" w:rsidP="00A56376">
                      <w:r>
                        <w:t>RATING</w:t>
                      </w:r>
                    </w:p>
                  </w:txbxContent>
                </v:textbox>
              </v:shape>
            </w:pict>
          </mc:Fallback>
        </mc:AlternateContent>
      </w:r>
    </w:p>
    <w:p w:rsidR="00A56376" w:rsidRDefault="00A56376" w:rsidP="00A56376">
      <w:pPr>
        <w:jc w:val="center"/>
        <w:rPr>
          <w:sz w:val="22"/>
          <w:szCs w:val="22"/>
        </w:rPr>
      </w:pPr>
    </w:p>
    <w:p w:rsidR="00A56376" w:rsidRDefault="00A56376" w:rsidP="00A56376">
      <w:pPr>
        <w:jc w:val="center"/>
        <w:rPr>
          <w:sz w:val="22"/>
          <w:szCs w:val="22"/>
        </w:rPr>
      </w:pPr>
    </w:p>
    <w:p w:rsidR="00A56376" w:rsidRDefault="00A56376" w:rsidP="00A56376">
      <w:pPr>
        <w:jc w:val="center"/>
        <w:rPr>
          <w:sz w:val="22"/>
          <w:szCs w:val="22"/>
        </w:rPr>
      </w:pPr>
    </w:p>
    <w:p w:rsidR="00A56376" w:rsidRDefault="00A56376" w:rsidP="00A56376">
      <w:pPr>
        <w:jc w:val="center"/>
        <w:rPr>
          <w:sz w:val="22"/>
          <w:szCs w:val="22"/>
        </w:rPr>
      </w:pPr>
    </w:p>
    <w:p w:rsidR="00A56376" w:rsidRDefault="00A56376" w:rsidP="00A56376">
      <w:pPr>
        <w:jc w:val="center"/>
        <w:rPr>
          <w:sz w:val="22"/>
          <w:szCs w:val="22"/>
        </w:rPr>
      </w:pPr>
    </w:p>
    <w:p w:rsidR="00A56376" w:rsidRDefault="00A56376" w:rsidP="00A56376">
      <w:pPr>
        <w:jc w:val="center"/>
        <w:rPr>
          <w:sz w:val="22"/>
          <w:szCs w:val="22"/>
        </w:rPr>
      </w:pPr>
    </w:p>
    <w:p w:rsidR="00A56376" w:rsidRDefault="00A56376" w:rsidP="00A56376">
      <w:pPr>
        <w:jc w:val="center"/>
        <w:rPr>
          <w:sz w:val="22"/>
          <w:szCs w:val="22"/>
        </w:rPr>
      </w:pPr>
    </w:p>
    <w:p w:rsidR="00A56376" w:rsidRDefault="00A56376" w:rsidP="00A56376">
      <w:pPr>
        <w:jc w:val="center"/>
        <w:rPr>
          <w:sz w:val="22"/>
          <w:szCs w:val="22"/>
        </w:rPr>
      </w:pPr>
    </w:p>
    <w:p w:rsidR="00A56376" w:rsidRDefault="00A56376" w:rsidP="00A56376">
      <w:pPr>
        <w:jc w:val="center"/>
        <w:rPr>
          <w:sz w:val="22"/>
          <w:szCs w:val="22"/>
        </w:rPr>
      </w:pPr>
    </w:p>
    <w:p w:rsidR="00A56376" w:rsidRDefault="00A56376" w:rsidP="00A56376">
      <w:pPr>
        <w:jc w:val="center"/>
        <w:rPr>
          <w:sz w:val="22"/>
          <w:szCs w:val="22"/>
        </w:rPr>
      </w:pPr>
    </w:p>
    <w:p w:rsidR="00A56376" w:rsidRDefault="00A56376" w:rsidP="00A56376">
      <w:pPr>
        <w:jc w:val="center"/>
        <w:rPr>
          <w:sz w:val="22"/>
          <w:szCs w:val="22"/>
        </w:rPr>
      </w:pPr>
    </w:p>
    <w:p w:rsidR="00A56376" w:rsidRDefault="00A56376" w:rsidP="00A56376">
      <w:pPr>
        <w:jc w:val="center"/>
        <w:rPr>
          <w:sz w:val="22"/>
          <w:szCs w:val="22"/>
        </w:rPr>
      </w:pPr>
    </w:p>
    <w:p w:rsidR="00A56376" w:rsidRDefault="00A56376" w:rsidP="00A56376">
      <w:pPr>
        <w:jc w:val="center"/>
        <w:rPr>
          <w:sz w:val="22"/>
          <w:szCs w:val="22"/>
        </w:rPr>
      </w:pPr>
    </w:p>
    <w:p w:rsidR="00A56376" w:rsidRDefault="00A56376" w:rsidP="00A56376">
      <w:pPr>
        <w:jc w:val="center"/>
        <w:rPr>
          <w:sz w:val="22"/>
          <w:szCs w:val="22"/>
        </w:rPr>
      </w:pPr>
    </w:p>
    <w:p w:rsidR="00A56376" w:rsidRDefault="00A56376" w:rsidP="00A56376">
      <w:pPr>
        <w:jc w:val="center"/>
        <w:rPr>
          <w:sz w:val="22"/>
          <w:szCs w:val="22"/>
        </w:rPr>
      </w:pPr>
    </w:p>
    <w:p w:rsidR="00A56376" w:rsidRDefault="00A56376" w:rsidP="00A56376">
      <w:pPr>
        <w:jc w:val="center"/>
        <w:rPr>
          <w:sz w:val="22"/>
          <w:szCs w:val="22"/>
        </w:rPr>
      </w:pPr>
    </w:p>
    <w:p w:rsidR="00A56376" w:rsidRDefault="00A56376" w:rsidP="00A56376">
      <w:pPr>
        <w:jc w:val="center"/>
        <w:rPr>
          <w:sz w:val="22"/>
          <w:szCs w:val="22"/>
        </w:rPr>
      </w:pPr>
    </w:p>
    <w:p w:rsidR="00A56376" w:rsidRDefault="00A56376" w:rsidP="00A56376">
      <w:pPr>
        <w:jc w:val="center"/>
        <w:rPr>
          <w:sz w:val="22"/>
          <w:szCs w:val="22"/>
        </w:rPr>
      </w:pPr>
    </w:p>
    <w:p w:rsidR="00A56376" w:rsidRDefault="00A56376" w:rsidP="00A56376">
      <w:pPr>
        <w:jc w:val="center"/>
        <w:rPr>
          <w:sz w:val="22"/>
          <w:szCs w:val="22"/>
        </w:rPr>
      </w:pPr>
    </w:p>
    <w:p w:rsidR="00A56376" w:rsidRDefault="00A56376" w:rsidP="00A56376">
      <w:pPr>
        <w:jc w:val="center"/>
        <w:rPr>
          <w:sz w:val="22"/>
          <w:szCs w:val="22"/>
        </w:rPr>
      </w:pPr>
    </w:p>
    <w:p w:rsidR="00A56376" w:rsidRDefault="00A56376" w:rsidP="00A56376">
      <w:pPr>
        <w:jc w:val="center"/>
        <w:rPr>
          <w:sz w:val="22"/>
          <w:szCs w:val="22"/>
        </w:rPr>
      </w:pPr>
    </w:p>
    <w:p w:rsidR="00A56376" w:rsidRDefault="00A56376" w:rsidP="00A56376">
      <w:pPr>
        <w:jc w:val="center"/>
        <w:rPr>
          <w:sz w:val="22"/>
          <w:szCs w:val="22"/>
        </w:rPr>
      </w:pPr>
    </w:p>
    <w:p w:rsidR="00A56376" w:rsidRDefault="00A56376" w:rsidP="00A56376">
      <w:pPr>
        <w:jc w:val="center"/>
        <w:rPr>
          <w:sz w:val="22"/>
          <w:szCs w:val="22"/>
        </w:rPr>
      </w:pPr>
    </w:p>
    <w:p w:rsidR="00A56376" w:rsidRDefault="00A56376" w:rsidP="00A56376">
      <w:pPr>
        <w:jc w:val="center"/>
        <w:rPr>
          <w:sz w:val="22"/>
          <w:szCs w:val="22"/>
        </w:rPr>
      </w:pPr>
    </w:p>
    <w:p w:rsidR="00A56376" w:rsidRDefault="00A56376" w:rsidP="00A56376">
      <w:pPr>
        <w:jc w:val="center"/>
        <w:rPr>
          <w:sz w:val="22"/>
          <w:szCs w:val="22"/>
        </w:rPr>
      </w:pPr>
    </w:p>
    <w:p w:rsidR="00A56376" w:rsidRDefault="00A56376" w:rsidP="00A56376">
      <w:pPr>
        <w:jc w:val="center"/>
        <w:rPr>
          <w:sz w:val="22"/>
          <w:szCs w:val="22"/>
        </w:rPr>
      </w:pPr>
    </w:p>
    <w:p w:rsidR="00A56376" w:rsidRDefault="00A56376" w:rsidP="00A56376">
      <w:pPr>
        <w:jc w:val="center"/>
        <w:rPr>
          <w:sz w:val="22"/>
          <w:szCs w:val="22"/>
        </w:rPr>
      </w:pPr>
    </w:p>
    <w:p w:rsidR="00A56376" w:rsidRDefault="00A56376" w:rsidP="00A56376">
      <w:pPr>
        <w:jc w:val="center"/>
        <w:rPr>
          <w:sz w:val="22"/>
          <w:szCs w:val="22"/>
        </w:rPr>
      </w:pPr>
    </w:p>
    <w:p w:rsidR="00A56376" w:rsidRDefault="00A56376" w:rsidP="00A56376">
      <w:pPr>
        <w:jc w:val="center"/>
        <w:rPr>
          <w:sz w:val="22"/>
          <w:szCs w:val="22"/>
        </w:rPr>
      </w:pPr>
    </w:p>
    <w:p w:rsidR="00A56376" w:rsidRDefault="00A56376" w:rsidP="00A56376">
      <w:pPr>
        <w:jc w:val="center"/>
        <w:rPr>
          <w:sz w:val="22"/>
          <w:szCs w:val="22"/>
        </w:rPr>
      </w:pPr>
    </w:p>
    <w:p w:rsidR="00A56376" w:rsidRDefault="00A56376" w:rsidP="00A56376">
      <w:pPr>
        <w:jc w:val="center"/>
        <w:rPr>
          <w:sz w:val="22"/>
          <w:szCs w:val="22"/>
        </w:rPr>
      </w:pPr>
    </w:p>
    <w:p w:rsidR="00A56376" w:rsidRDefault="00A56376" w:rsidP="00A56376">
      <w:pPr>
        <w:jc w:val="center"/>
        <w:rPr>
          <w:sz w:val="22"/>
          <w:szCs w:val="22"/>
        </w:rPr>
      </w:pPr>
    </w:p>
    <w:p w:rsidR="00A56376" w:rsidRDefault="00A56376" w:rsidP="00A56376">
      <w:pPr>
        <w:jc w:val="center"/>
        <w:rPr>
          <w:sz w:val="22"/>
          <w:szCs w:val="22"/>
        </w:rPr>
      </w:pPr>
    </w:p>
    <w:p w:rsidR="00A56376" w:rsidRDefault="00A56376" w:rsidP="00A56376">
      <w:pPr>
        <w:jc w:val="center"/>
        <w:rPr>
          <w:sz w:val="22"/>
          <w:szCs w:val="22"/>
        </w:rPr>
      </w:pPr>
    </w:p>
    <w:p w:rsidR="00A56376" w:rsidRDefault="00A56376" w:rsidP="00A56376">
      <w:pPr>
        <w:jc w:val="center"/>
        <w:rPr>
          <w:sz w:val="22"/>
          <w:szCs w:val="22"/>
        </w:rPr>
      </w:pPr>
    </w:p>
    <w:p w:rsidR="00A56376" w:rsidRDefault="00A56376" w:rsidP="00A56376">
      <w:pPr>
        <w:jc w:val="center"/>
        <w:rPr>
          <w:sz w:val="22"/>
          <w:szCs w:val="22"/>
        </w:rPr>
      </w:pPr>
    </w:p>
    <w:p w:rsidR="00A56376" w:rsidRDefault="00A56376" w:rsidP="00A56376">
      <w:pPr>
        <w:jc w:val="center"/>
        <w:rPr>
          <w:sz w:val="22"/>
          <w:szCs w:val="22"/>
        </w:rPr>
      </w:pPr>
    </w:p>
    <w:p w:rsidR="00A56376" w:rsidRDefault="00A56376" w:rsidP="00A56376">
      <w:pPr>
        <w:jc w:val="center"/>
        <w:rPr>
          <w:sz w:val="22"/>
          <w:szCs w:val="22"/>
        </w:rPr>
      </w:pPr>
    </w:p>
    <w:p w:rsidR="00A56376" w:rsidRDefault="00A56376" w:rsidP="00A56376">
      <w:pPr>
        <w:jc w:val="center"/>
        <w:rPr>
          <w:sz w:val="22"/>
          <w:szCs w:val="22"/>
        </w:rPr>
      </w:pPr>
    </w:p>
    <w:p w:rsidR="00A56376" w:rsidRDefault="00A56376" w:rsidP="00A56376">
      <w:pPr>
        <w:jc w:val="center"/>
        <w:rPr>
          <w:sz w:val="22"/>
          <w:szCs w:val="22"/>
        </w:rPr>
      </w:pPr>
    </w:p>
    <w:p w:rsidR="00A56376" w:rsidRDefault="00A56376" w:rsidP="00A56376">
      <w:pPr>
        <w:jc w:val="center"/>
        <w:rPr>
          <w:sz w:val="22"/>
          <w:szCs w:val="22"/>
        </w:rPr>
      </w:pPr>
    </w:p>
    <w:p w:rsidR="00A56376" w:rsidRDefault="00A56376" w:rsidP="00A56376">
      <w:pPr>
        <w:jc w:val="center"/>
        <w:rPr>
          <w:sz w:val="22"/>
          <w:szCs w:val="22"/>
        </w:rPr>
      </w:pPr>
    </w:p>
    <w:p w:rsidR="00A56376" w:rsidRDefault="00A56376" w:rsidP="00A56376">
      <w:pPr>
        <w:jc w:val="center"/>
        <w:rPr>
          <w:sz w:val="22"/>
          <w:szCs w:val="22"/>
        </w:rPr>
      </w:pPr>
    </w:p>
    <w:p w:rsidR="00A56376" w:rsidRDefault="00A56376" w:rsidP="00A56376">
      <w:pPr>
        <w:jc w:val="center"/>
        <w:rPr>
          <w:sz w:val="22"/>
          <w:szCs w:val="22"/>
        </w:rPr>
      </w:pPr>
    </w:p>
    <w:p w:rsidR="00A56376" w:rsidRDefault="00A56376" w:rsidP="00A56376">
      <w:pPr>
        <w:jc w:val="center"/>
        <w:rPr>
          <w:sz w:val="22"/>
          <w:szCs w:val="22"/>
        </w:rPr>
      </w:pPr>
    </w:p>
    <w:p w:rsidR="00A56376" w:rsidRDefault="00A56376" w:rsidP="00A56376">
      <w:pPr>
        <w:jc w:val="center"/>
        <w:rPr>
          <w:sz w:val="22"/>
          <w:szCs w:val="22"/>
        </w:rPr>
      </w:pPr>
    </w:p>
    <w:p w:rsidR="00A56376" w:rsidRDefault="00A56376" w:rsidP="00A56376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When completed, go to </w:t>
      </w:r>
      <w:hyperlink r:id="rId7" w:history="1">
        <w:r w:rsidRPr="004D5F20">
          <w:rPr>
            <w:rStyle w:val="Hyperlink"/>
            <w:sz w:val="22"/>
            <w:szCs w:val="22"/>
          </w:rPr>
          <w:t>http://bighugelabs.com</w:t>
        </w:r>
      </w:hyperlink>
      <w:r>
        <w:rPr>
          <w:sz w:val="22"/>
          <w:szCs w:val="22"/>
        </w:rPr>
        <w:t xml:space="preserve">.  Click on movie poster.  Plan on typing this information and creating your poster in one sitting. </w:t>
      </w:r>
    </w:p>
    <w:p w:rsidR="00F51236" w:rsidRDefault="00FF67E2"/>
    <w:p w:rsidR="00A56376" w:rsidRDefault="00A56376"/>
    <w:sectPr w:rsidR="00A5637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9750D4"/>
    <w:multiLevelType w:val="hybridMultilevel"/>
    <w:tmpl w:val="599638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6376"/>
    <w:rsid w:val="00044F76"/>
    <w:rsid w:val="0088372F"/>
    <w:rsid w:val="00A56376"/>
    <w:rsid w:val="00FF67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63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iny">
    <w:name w:val="tiny"/>
    <w:basedOn w:val="DefaultParagraphFont"/>
    <w:rsid w:val="00A56376"/>
  </w:style>
  <w:style w:type="character" w:styleId="Hyperlink">
    <w:name w:val="Hyperlink"/>
    <w:rsid w:val="00A56376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5637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6376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56376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63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iny">
    <w:name w:val="tiny"/>
    <w:basedOn w:val="DefaultParagraphFont"/>
    <w:rsid w:val="00A56376"/>
  </w:style>
  <w:style w:type="character" w:styleId="Hyperlink">
    <w:name w:val="Hyperlink"/>
    <w:rsid w:val="00A56376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5637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6376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56376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bighugelabs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F0789283</Template>
  <TotalTime>1</TotalTime>
  <Pages>3</Pages>
  <Words>47</Words>
  <Characters>270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North Allegheny School District</Company>
  <LinksUpToDate>false</LinksUpToDate>
  <CharactersWithSpaces>316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Schall, Dan</dc:creator>
  <cp:lastModifiedBy>Schall, Dan</cp:lastModifiedBy>
  <cp:revision>2</cp:revision>
  <cp:lastPrinted>2013-02-28T15:28:00Z</cp:lastPrinted>
  <dcterms:created xsi:type="dcterms:W3CDTF">2013-03-04T14:05:00Z</dcterms:created>
  <dcterms:modified xsi:type="dcterms:W3CDTF">2013-03-04T14:05:00Z</dcterms:modified>
</cp:coreProperties>
</file>